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90079D" w:rsidTr="0090079D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3010" w:type="dxa"/>
            <w:gridSpan w:val="2"/>
            <w:shd w:val="clear" w:color="auto" w:fill="auto"/>
            <w:noWrap/>
            <w:vAlign w:val="bottom"/>
            <w:hideMark/>
          </w:tcPr>
          <w:p w:rsidR="0090079D" w:rsidRPr="0090079D" w:rsidRDefault="0090079D" w:rsidP="00D02361">
            <w:pPr>
              <w:rPr>
                <w:szCs w:val="22"/>
              </w:rPr>
            </w:pPr>
            <w:r w:rsidRPr="0090079D">
              <w:rPr>
                <w:szCs w:val="22"/>
              </w:rPr>
              <w:t>Приложение 9</w:t>
            </w:r>
          </w:p>
        </w:tc>
      </w:tr>
      <w:tr w:rsidR="003A2486" w:rsidTr="0090079D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3010" w:type="dxa"/>
            <w:gridSpan w:val="2"/>
            <w:shd w:val="clear" w:color="auto" w:fill="auto"/>
            <w:vAlign w:val="bottom"/>
            <w:hideMark/>
          </w:tcPr>
          <w:p w:rsidR="003A2486" w:rsidRPr="0090079D" w:rsidRDefault="003A2486" w:rsidP="00D02361">
            <w:pPr>
              <w:rPr>
                <w:szCs w:val="22"/>
              </w:rPr>
            </w:pPr>
            <w:r w:rsidRPr="0090079D">
              <w:rPr>
                <w:szCs w:val="22"/>
              </w:rPr>
              <w:t>к решению Саратовской</w:t>
            </w:r>
            <w:r w:rsidRPr="0090079D">
              <w:rPr>
                <w:szCs w:val="22"/>
              </w:rPr>
              <w:br/>
              <w:t>городской Думы</w:t>
            </w:r>
          </w:p>
        </w:tc>
      </w:tr>
      <w:tr w:rsidR="0090079D" w:rsidTr="0090079D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146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0079D" w:rsidRDefault="0090079D" w:rsidP="00D02361"/>
        </w:tc>
        <w:tc>
          <w:tcPr>
            <w:tcW w:w="3010" w:type="dxa"/>
            <w:gridSpan w:val="2"/>
            <w:shd w:val="clear" w:color="auto" w:fill="auto"/>
            <w:noWrap/>
            <w:vAlign w:val="bottom"/>
            <w:hideMark/>
          </w:tcPr>
          <w:p w:rsidR="0090079D" w:rsidRPr="0090079D" w:rsidRDefault="0090079D" w:rsidP="0090079D">
            <w:pPr>
              <w:rPr>
                <w:rFonts w:ascii="Arial" w:hAnsi="Arial" w:cs="Arial"/>
                <w:szCs w:val="20"/>
              </w:rPr>
            </w:pPr>
            <w:r>
              <w:rPr>
                <w:szCs w:val="22"/>
              </w:rPr>
              <w:t xml:space="preserve">от 19.05.2022 </w:t>
            </w:r>
            <w:r w:rsidRPr="0090079D">
              <w:rPr>
                <w:szCs w:val="22"/>
              </w:rPr>
              <w:t xml:space="preserve">№ </w:t>
            </w:r>
            <w:r>
              <w:rPr>
                <w:szCs w:val="22"/>
              </w:rPr>
              <w:t>16-186</w:t>
            </w:r>
          </w:p>
        </w:tc>
      </w:tr>
      <w:tr w:rsidR="003A2486" w:rsidTr="0090079D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5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</w:tr>
      <w:tr w:rsidR="003A2486" w:rsidTr="003A2486">
        <w:trPr>
          <w:cantSplit/>
        </w:trPr>
        <w:tc>
          <w:tcPr>
            <w:tcW w:w="14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Программа муниципальных внутренних заимствований на 2022 год и на плановый период 2023 и 2024 годов</w:t>
            </w:r>
          </w:p>
        </w:tc>
      </w:tr>
      <w:tr w:rsidR="003A2486" w:rsidTr="003A248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86" w:rsidRDefault="003A2486" w:rsidP="00D02361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</w:tr>
      <w:tr w:rsidR="003A2486" w:rsidTr="003A248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/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486" w:rsidRDefault="003A2486" w:rsidP="00D02361">
            <w:pPr>
              <w:jc w:val="right"/>
            </w:pPr>
            <w:r>
              <w:t>тыс. руб.</w:t>
            </w:r>
          </w:p>
        </w:tc>
      </w:tr>
      <w:tr w:rsidR="003A2486" w:rsidTr="003A2486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2022 год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2023 год</w:t>
            </w:r>
          </w:p>
        </w:tc>
        <w:tc>
          <w:tcPr>
            <w:tcW w:w="15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2024 год</w:t>
            </w:r>
          </w:p>
        </w:tc>
      </w:tr>
    </w:tbl>
    <w:p w:rsidR="003A2486" w:rsidRPr="003A2486" w:rsidRDefault="003A2486">
      <w:pPr>
        <w:rPr>
          <w:sz w:val="2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3A2486" w:rsidTr="003A2486">
        <w:trPr>
          <w:cantSplit/>
          <w:tblHeader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center"/>
            </w:pPr>
            <w:r>
              <w:t>5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86" w:rsidRDefault="003A2486" w:rsidP="00D02361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689 252,3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3 041 074,4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2 050 000,0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с предельными сроками погашения долговых обязательств до 31 декабря 2025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3 041 074,4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с предельными сроками погашения долговых обязательств до 31 декабря 2026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с предельными сроками погашения долговых обязательств до 31 декабря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2 050 000,0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2 351 822,1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2 050 000,0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86" w:rsidRDefault="003A2486" w:rsidP="00D02361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300 000,0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rPr>
                <w:color w:val="FF0000"/>
              </w:rPr>
              <w:t>-243 226,0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rPr>
                <w:color w:val="FF0000"/>
              </w:rPr>
              <w:t>-231 064,7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1 070 000,0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600 000,0</w:t>
            </w:r>
          </w:p>
        </w:tc>
      </w:tr>
      <w:tr w:rsidR="003A2486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r>
              <w:t>с предельными сроками погашения долговых обязательств до 15 декабря 2022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86" w:rsidRDefault="003A2486" w:rsidP="00D02361">
            <w:pPr>
              <w:jc w:val="right"/>
            </w:pPr>
            <w:r>
              <w:t xml:space="preserve"> 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2F061F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413F3F">
            <w:pPr>
              <w:jc w:val="right"/>
            </w:pPr>
            <w:r>
              <w:t>600 000,0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413F3F">
            <w:pPr>
              <w:jc w:val="right"/>
            </w:pPr>
            <w:r>
              <w:t xml:space="preserve"> 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413F3F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413F3F">
            <w:pPr>
              <w:jc w:val="right"/>
            </w:pPr>
            <w:r>
              <w:t>600 000,0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r>
              <w:t>с предельными сроками погашения долговых обязательств до 14 мая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 xml:space="preserve">300 000,0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770 000,0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843 226,0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831 064,7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299E" w:rsidRDefault="0021299E" w:rsidP="00D02361">
            <w:pPr>
              <w:jc w:val="right"/>
            </w:pPr>
            <w:r>
              <w:t>989 252,3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pPr>
              <w:jc w:val="right"/>
            </w:pPr>
            <w:r>
              <w:rPr>
                <w:color w:val="FF0000"/>
              </w:rPr>
              <w:t>-243 226,0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pPr>
              <w:jc w:val="right"/>
            </w:pPr>
            <w:r>
              <w:rPr>
                <w:color w:val="FF0000"/>
              </w:rPr>
              <w:t>-231 064,7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4 111 074,4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2 653 443,0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2 650 000,0</w:t>
            </w:r>
          </w:p>
        </w:tc>
      </w:tr>
      <w:tr w:rsidR="0021299E" w:rsidTr="003A2486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3 121 822,1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2 896 669,0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99E" w:rsidRDefault="0021299E" w:rsidP="00D02361">
            <w:pPr>
              <w:jc w:val="right"/>
            </w:pPr>
            <w:r>
              <w:t>2 881 064,7</w:t>
            </w:r>
          </w:p>
        </w:tc>
      </w:tr>
      <w:tr w:rsidR="0021299E" w:rsidTr="003A2486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>
            <w:r>
              <w:t xml:space="preserve">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99E" w:rsidRDefault="0021299E" w:rsidP="00D02361"/>
        </w:tc>
      </w:tr>
    </w:tbl>
    <w:p w:rsidR="00E2598B" w:rsidRPr="003A2486" w:rsidRDefault="00E2598B" w:rsidP="003A2486"/>
    <w:sectPr w:rsidR="00E2598B" w:rsidRPr="003A2486" w:rsidSect="009007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C89" w:rsidRDefault="00FA4C89" w:rsidP="003A2486">
      <w:r>
        <w:separator/>
      </w:r>
    </w:p>
  </w:endnote>
  <w:endnote w:type="continuationSeparator" w:id="1">
    <w:p w:rsidR="00FA4C89" w:rsidRDefault="00FA4C89" w:rsidP="003A2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3A24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3A24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3A24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C89" w:rsidRDefault="00FA4C89" w:rsidP="003A2486">
      <w:r>
        <w:separator/>
      </w:r>
    </w:p>
  </w:footnote>
  <w:footnote w:type="continuationSeparator" w:id="1">
    <w:p w:rsidR="00FA4C89" w:rsidRDefault="00FA4C89" w:rsidP="003A2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EA41DB" w:rsidP="00B2620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24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2486" w:rsidRDefault="003A24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EA41DB" w:rsidP="00B2620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24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2486">
      <w:rPr>
        <w:rStyle w:val="a7"/>
        <w:noProof/>
      </w:rPr>
      <w:t>1</w:t>
    </w:r>
    <w:r>
      <w:rPr>
        <w:rStyle w:val="a7"/>
      </w:rPr>
      <w:fldChar w:fldCharType="end"/>
    </w:r>
  </w:p>
  <w:p w:rsidR="003A2486" w:rsidRDefault="003A24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86" w:rsidRDefault="003A24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486"/>
    <w:rsid w:val="0021299E"/>
    <w:rsid w:val="0026278E"/>
    <w:rsid w:val="002C1BF2"/>
    <w:rsid w:val="002C3F39"/>
    <w:rsid w:val="002F061F"/>
    <w:rsid w:val="003A2486"/>
    <w:rsid w:val="00490577"/>
    <w:rsid w:val="006808C6"/>
    <w:rsid w:val="007263EC"/>
    <w:rsid w:val="00893CA2"/>
    <w:rsid w:val="0090079D"/>
    <w:rsid w:val="00A24CAF"/>
    <w:rsid w:val="00B912FD"/>
    <w:rsid w:val="00CB2CCE"/>
    <w:rsid w:val="00E2598B"/>
    <w:rsid w:val="00EA41DB"/>
    <w:rsid w:val="00F6400A"/>
    <w:rsid w:val="00F97C42"/>
    <w:rsid w:val="00FA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2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2486"/>
  </w:style>
  <w:style w:type="paragraph" w:styleId="a5">
    <w:name w:val="footer"/>
    <w:basedOn w:val="a"/>
    <w:link w:val="a6"/>
    <w:uiPriority w:val="99"/>
    <w:semiHidden/>
    <w:unhideWhenUsed/>
    <w:rsid w:val="003A2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2486"/>
  </w:style>
  <w:style w:type="character" w:styleId="a7">
    <w:name w:val="page number"/>
    <w:basedOn w:val="a0"/>
    <w:uiPriority w:val="99"/>
    <w:semiHidden/>
    <w:unhideWhenUsed/>
    <w:rsid w:val="003A2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5</cp:revision>
  <dcterms:created xsi:type="dcterms:W3CDTF">2022-05-18T12:13:00Z</dcterms:created>
  <dcterms:modified xsi:type="dcterms:W3CDTF">2022-05-19T08:45:00Z</dcterms:modified>
</cp:coreProperties>
</file>